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EC03F3" w:rsidRDefault="00C0013E" w:rsidP="00C0013E">
      <w:pPr>
        <w:jc w:val="center"/>
        <w:rPr>
          <w:b/>
          <w:sz w:val="22"/>
          <w:szCs w:val="28"/>
        </w:rPr>
      </w:pPr>
      <w:r w:rsidRPr="00EC03F3">
        <w:rPr>
          <w:b/>
          <w:sz w:val="24"/>
          <w:szCs w:val="32"/>
        </w:rPr>
        <w:t xml:space="preserve"> Remont lokalu mieszkalnego przy </w:t>
      </w:r>
      <w:r w:rsidR="00691C35">
        <w:rPr>
          <w:b/>
          <w:sz w:val="24"/>
          <w:szCs w:val="32"/>
        </w:rPr>
        <w:t>Gostyńskiej 15/2 w Śremie.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(R) .......................... zł (słownie..................................................zł)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(Kp) ..................... % (od R) co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zysk (Z) ...................... % (od R i Kp) co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netto ................... zł (słownie: .......................................................................................... zł), natomiast wraz z </w:t>
      </w:r>
      <w:r w:rsidRPr="00660700">
        <w:rPr>
          <w:b/>
          <w:sz w:val="24"/>
        </w:rPr>
        <w:t>należnym podatkiem VAT w wysokości ......%, wynosi kwotę brutto ..................... zł</w:t>
      </w:r>
      <w:r w:rsidRPr="00660700">
        <w:rPr>
          <w:sz w:val="24"/>
        </w:rPr>
        <w:t xml:space="preserve"> (słownie: ..................................................................................................... zł).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r w:rsidRPr="00660700">
        <w:rPr>
          <w:b/>
          <w:sz w:val="24"/>
        </w:rPr>
        <w:t>oświadczamy, że zamówienie wykonamy w ciągu ……. dni kalendarzowych</w:t>
      </w:r>
      <w:r w:rsidR="00B93943">
        <w:rPr>
          <w:b/>
          <w:sz w:val="24"/>
        </w:rPr>
        <w:t xml:space="preserve"> od dnia podpisania umowy.</w:t>
      </w:r>
      <w:bookmarkStart w:id="0" w:name="_GoBack"/>
      <w:bookmarkEnd w:id="0"/>
    </w:p>
    <w:p w:rsidR="00DD385A" w:rsidRDefault="00DD385A" w:rsidP="00DD385A">
      <w:pPr>
        <w:pStyle w:val="Tekstpodstawowywcity"/>
        <w:ind w:firstLine="0"/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0E5E43">
        <w:rPr>
          <w:sz w:val="24"/>
        </w:rPr>
        <w:t>oświadczamy,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lastRenderedPageBreak/>
        <w:t>oświadczamy,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r w:rsidRPr="00660700">
        <w:rPr>
          <w:sz w:val="24"/>
        </w:rPr>
        <w:t xml:space="preserve">oświadczamy,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t>prosimy o zwrot pieniędzy wniesionych tytułem wadium na konto*:</w:t>
      </w: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E5E43">
      <w:pPr>
        <w:pStyle w:val="Akapitzlist"/>
        <w:numPr>
          <w:ilvl w:val="1"/>
          <w:numId w:val="45"/>
        </w:numPr>
        <w:spacing w:line="360" w:lineRule="auto"/>
        <w:jc w:val="both"/>
        <w:rPr>
          <w:i/>
          <w:sz w:val="24"/>
        </w:rPr>
      </w:pPr>
      <w:r w:rsidRPr="00660700">
        <w:rPr>
          <w:i/>
          <w:sz w:val="24"/>
        </w:rPr>
        <w:t>dotyczy tych Wykonawców, którzy wnoszą wadium gotówką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t>oświadczamy, że zapoznaliśmy się z istotnymi postanowieniami umowy, które zostały 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faxu</w:t>
      </w:r>
    </w:p>
    <w:p w:rsidR="00D97583" w:rsidRDefault="00691C35" w:rsidP="00691C35">
      <w:pPr>
        <w:spacing w:line="360" w:lineRule="auto"/>
        <w:ind w:left="1701" w:hanging="1701"/>
        <w:jc w:val="both"/>
      </w:pPr>
      <w:r>
        <w:lastRenderedPageBreak/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3425BC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43C90"/>
    <w:rsid w:val="00C64FDA"/>
    <w:rsid w:val="00CE4763"/>
    <w:rsid w:val="00D0243F"/>
    <w:rsid w:val="00D40626"/>
    <w:rsid w:val="00D967BF"/>
    <w:rsid w:val="00D97583"/>
    <w:rsid w:val="00DD385A"/>
    <w:rsid w:val="00DE3CCC"/>
    <w:rsid w:val="00E21131"/>
    <w:rsid w:val="00F5230E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20660-1390-4C78-987A-5D52281B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3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Slawomir Baum</cp:lastModifiedBy>
  <cp:revision>3</cp:revision>
  <cp:lastPrinted>2001-01-09T17:10:00Z</cp:lastPrinted>
  <dcterms:created xsi:type="dcterms:W3CDTF">2018-01-23T10:05:00Z</dcterms:created>
  <dcterms:modified xsi:type="dcterms:W3CDTF">2018-01-23T11:52:00Z</dcterms:modified>
</cp:coreProperties>
</file>